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484" w:rsidRPr="00C40F52" w:rsidRDefault="00EC2484" w:rsidP="00C40F52">
      <w:pPr>
        <w:spacing w:after="0"/>
        <w:ind w:hanging="720"/>
        <w:contextualSpacing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Name ____________________</w:t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</w:r>
      <w:r w:rsidRPr="00C40F52">
        <w:rPr>
          <w:rFonts w:ascii="Andalus" w:hAnsi="Andalus" w:cs="Andalus"/>
          <w:b/>
          <w:sz w:val="20"/>
          <w:szCs w:val="20"/>
        </w:rPr>
        <w:tab/>
        <w:t>Block___________________</w:t>
      </w:r>
    </w:p>
    <w:p w:rsidR="00EC2484" w:rsidRPr="00C40F52" w:rsidRDefault="00EC2484" w:rsidP="00C40F52">
      <w:pPr>
        <w:spacing w:after="0"/>
        <w:ind w:hanging="720"/>
        <w:contextualSpacing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ENG: _____________________</w:t>
      </w:r>
    </w:p>
    <w:p w:rsidR="00EC2484" w:rsidRPr="00C40F52" w:rsidRDefault="00EC2484" w:rsidP="00DD5B67">
      <w:pPr>
        <w:spacing w:after="0"/>
        <w:contextualSpacing/>
        <w:rPr>
          <w:rFonts w:ascii="Andalus" w:hAnsi="Andalus" w:cs="Andalus"/>
          <w:b/>
          <w:sz w:val="20"/>
          <w:szCs w:val="20"/>
        </w:rPr>
      </w:pPr>
    </w:p>
    <w:p w:rsidR="00EC2484" w:rsidRPr="00C40F52" w:rsidRDefault="00EC2484" w:rsidP="00C40F52">
      <w:pPr>
        <w:spacing w:after="0"/>
        <w:ind w:hanging="720"/>
        <w:contextualSpacing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 xml:space="preserve">The Copybook: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MUST be a bound, marble copybook.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WILL be used every day for classwork and almost every night for homework.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>EVERY assignment MUST be titled and dated.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MUST be neat, legible, and organized.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WILL NOT contain any other work/writing besides what is directed to go in the copybook. </w:t>
      </w:r>
    </w:p>
    <w:p w:rsidR="00EC2484" w:rsidRPr="00C40F52" w:rsidRDefault="00EC2484" w:rsidP="00C40F52">
      <w:pPr>
        <w:pStyle w:val="ListParagraph"/>
        <w:numPr>
          <w:ilvl w:val="0"/>
          <w:numId w:val="1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MUST be with you at all times; not left in the classroom, at home, or in your locker. </w:t>
      </w:r>
    </w:p>
    <w:p w:rsidR="00EC2484" w:rsidRPr="00C40F52" w:rsidRDefault="00EC2484" w:rsidP="00C40F52">
      <w:pPr>
        <w:pStyle w:val="ListParagraph"/>
        <w:spacing w:after="0"/>
        <w:ind w:left="360"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Grading:</w:t>
      </w:r>
    </w:p>
    <w:p w:rsidR="00EC2484" w:rsidRPr="00C40F52" w:rsidRDefault="00EC2484" w:rsidP="00C40F52">
      <w:pPr>
        <w:pStyle w:val="ListParagraph"/>
        <w:numPr>
          <w:ilvl w:val="0"/>
          <w:numId w:val="2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>Some homework assignments will be directed to be done in the copybook, and checked for completion at the start of class the next day.</w:t>
      </w:r>
    </w:p>
    <w:p w:rsidR="00EC2484" w:rsidRPr="00C40F52" w:rsidRDefault="00EC2484" w:rsidP="00C40F52">
      <w:pPr>
        <w:pStyle w:val="ListParagraph"/>
        <w:numPr>
          <w:ilvl w:val="0"/>
          <w:numId w:val="2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The copybook will be collected every two or three weeks and will account for large grades in three different categories: homework, classwork, and participation. </w:t>
      </w:r>
    </w:p>
    <w:p w:rsidR="00EC2484" w:rsidRPr="00C40F52" w:rsidRDefault="00EC2484" w:rsidP="00C40F52">
      <w:pPr>
        <w:pStyle w:val="ListParagraph"/>
        <w:spacing w:after="0"/>
        <w:ind w:left="0" w:firstLine="0"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What generally goes into the Copybook:</w:t>
      </w:r>
    </w:p>
    <w:p w:rsidR="00EC2484" w:rsidRPr="00C40F52" w:rsidRDefault="00EC2484" w:rsidP="00C40F52">
      <w:pPr>
        <w:pStyle w:val="ListParagraph"/>
        <w:numPr>
          <w:ilvl w:val="0"/>
          <w:numId w:val="3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Do Nows at the start of class. </w:t>
      </w:r>
    </w:p>
    <w:p w:rsidR="00EC2484" w:rsidRPr="00C40F52" w:rsidRDefault="00EC2484" w:rsidP="00C40F52">
      <w:pPr>
        <w:pStyle w:val="ListParagraph"/>
        <w:numPr>
          <w:ilvl w:val="0"/>
          <w:numId w:val="3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>Vocabulary definitions and sentences for all 20 words, for every unit covered.</w:t>
      </w:r>
    </w:p>
    <w:p w:rsidR="00EC2484" w:rsidRPr="00C40F52" w:rsidRDefault="00EC2484" w:rsidP="00C40F52">
      <w:pPr>
        <w:pStyle w:val="ListParagraph"/>
        <w:numPr>
          <w:ilvl w:val="0"/>
          <w:numId w:val="3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All vocabulary activities. </w:t>
      </w:r>
    </w:p>
    <w:p w:rsidR="00EC2484" w:rsidRPr="00C40F52" w:rsidRDefault="00EC2484" w:rsidP="00C40F52">
      <w:pPr>
        <w:pStyle w:val="ListParagraph"/>
        <w:numPr>
          <w:ilvl w:val="0"/>
          <w:numId w:val="3"/>
        </w:numPr>
        <w:spacing w:after="0"/>
        <w:ind w:left="72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sz w:val="20"/>
          <w:szCs w:val="20"/>
        </w:rPr>
        <w:t xml:space="preserve">Any other homework or classwork that is asked to be done in the copybook. </w:t>
      </w:r>
    </w:p>
    <w:p w:rsidR="00EC2484" w:rsidRPr="00C40F52" w:rsidRDefault="00EC2484" w:rsidP="00C40F52">
      <w:pPr>
        <w:pStyle w:val="ListParagraph"/>
        <w:spacing w:after="0"/>
        <w:ind w:left="0" w:firstLine="0"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Recurring Assignments:</w:t>
      </w:r>
    </w:p>
    <w:p w:rsidR="00EC2484" w:rsidRPr="00C40F52" w:rsidRDefault="00EC2484" w:rsidP="00C40F52">
      <w:pPr>
        <w:pStyle w:val="ListParagraph"/>
        <w:spacing w:after="0"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 xml:space="preserve">Homework: </w:t>
      </w:r>
    </w:p>
    <w:p w:rsidR="00EC2484" w:rsidRPr="00C40F52" w:rsidRDefault="00EC2484" w:rsidP="00C40F52">
      <w:pPr>
        <w:pStyle w:val="ListParagraph"/>
        <w:spacing w:after="0"/>
        <w:ind w:firstLine="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Monday:</w:t>
      </w:r>
      <w:r w:rsidRPr="00C40F52">
        <w:rPr>
          <w:rFonts w:ascii="Andalus" w:hAnsi="Andalus" w:cs="Andalus"/>
          <w:sz w:val="20"/>
          <w:szCs w:val="20"/>
        </w:rPr>
        <w:t xml:space="preserve"> Copy words, part of speech, and definition for numbers 1-7 of the current vocabulary unit into copybook. Don’t forget to title (ex: Unit 3 Definitions 1-7) and date the entry! Also, create original, complex sentences for the same words (numbers 1-7) and title and date!</w:t>
      </w:r>
    </w:p>
    <w:p w:rsidR="00EC2484" w:rsidRPr="00C40F52" w:rsidRDefault="00EC2484" w:rsidP="00C40F52">
      <w:pPr>
        <w:pStyle w:val="ListParagraph"/>
        <w:spacing w:after="0"/>
        <w:ind w:firstLine="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Tuesday:</w:t>
      </w:r>
      <w:r w:rsidRPr="00C40F52">
        <w:rPr>
          <w:rFonts w:ascii="Andalus" w:hAnsi="Andalus" w:cs="Andalus"/>
          <w:sz w:val="20"/>
          <w:szCs w:val="20"/>
        </w:rPr>
        <w:t xml:space="preserve"> Like Monday’s assignment, copy words, part of speech, and definitions for numbers 8-14, sentences for 8-14, and title and date the entries!</w:t>
      </w:r>
    </w:p>
    <w:p w:rsidR="00EC2484" w:rsidRPr="00C40F52" w:rsidRDefault="00EC2484" w:rsidP="00C40F52">
      <w:pPr>
        <w:pStyle w:val="ListParagraph"/>
        <w:spacing w:after="0"/>
        <w:ind w:firstLine="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Wednesday:</w:t>
      </w:r>
      <w:r w:rsidRPr="00C40F52">
        <w:rPr>
          <w:rFonts w:ascii="Andalus" w:hAnsi="Andalus" w:cs="Andalus"/>
          <w:sz w:val="20"/>
          <w:szCs w:val="20"/>
        </w:rPr>
        <w:t xml:space="preserve"> Copy words, part of speech, definitions for numbers 15-20, and create sentences for 15-20 (title and date)!</w:t>
      </w:r>
    </w:p>
    <w:p w:rsidR="00EC2484" w:rsidRPr="00C40F52" w:rsidRDefault="00EC2484" w:rsidP="00C40F52">
      <w:pPr>
        <w:pStyle w:val="ListParagraph"/>
        <w:spacing w:after="0"/>
        <w:rPr>
          <w:rFonts w:ascii="Andalus" w:hAnsi="Andalus" w:cs="Andalus"/>
          <w:b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Classwork:</w:t>
      </w:r>
    </w:p>
    <w:p w:rsidR="00EC2484" w:rsidRPr="00C40F52" w:rsidRDefault="00EC2484" w:rsidP="00C40F52">
      <w:pPr>
        <w:pStyle w:val="ListParagraph"/>
        <w:spacing w:after="0"/>
        <w:ind w:firstLine="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Tuesday:</w:t>
      </w:r>
      <w:r w:rsidRPr="00C40F52">
        <w:rPr>
          <w:rFonts w:ascii="Andalus" w:hAnsi="Andalus" w:cs="Andalus"/>
          <w:sz w:val="20"/>
          <w:szCs w:val="20"/>
        </w:rPr>
        <w:t xml:space="preserve"> Complete the Synonyms and Antonyms activity for the current vocab unit in the copybook. Include title (ex: Vocab 3 S+A), date, bold word and answer. </w:t>
      </w:r>
    </w:p>
    <w:p w:rsidR="00EC2484" w:rsidRPr="00C40F52" w:rsidRDefault="00EC2484" w:rsidP="00C40F52">
      <w:pPr>
        <w:pStyle w:val="ListParagraph"/>
        <w:spacing w:after="0"/>
        <w:ind w:firstLine="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Wednesday:</w:t>
      </w:r>
      <w:r w:rsidRPr="00C40F52">
        <w:rPr>
          <w:rFonts w:ascii="Andalus" w:hAnsi="Andalus" w:cs="Andalus"/>
          <w:sz w:val="20"/>
          <w:szCs w:val="20"/>
        </w:rPr>
        <w:t xml:space="preserve"> Complete the Choosing the Right Word activity for the current vocab unit in the copybook. Include title, date, and answers.</w:t>
      </w:r>
    </w:p>
    <w:p w:rsidR="00EC2484" w:rsidRPr="00C40F52" w:rsidRDefault="00EC2484" w:rsidP="00C40F52">
      <w:pPr>
        <w:pStyle w:val="ListParagraph"/>
        <w:spacing w:after="0"/>
        <w:ind w:firstLine="0"/>
        <w:rPr>
          <w:rFonts w:ascii="Andalus" w:hAnsi="Andalus" w:cs="Andalus"/>
          <w:sz w:val="20"/>
          <w:szCs w:val="20"/>
        </w:rPr>
      </w:pPr>
      <w:r w:rsidRPr="00C40F52">
        <w:rPr>
          <w:rFonts w:ascii="Andalus" w:hAnsi="Andalus" w:cs="Andalus"/>
          <w:b/>
          <w:sz w:val="20"/>
          <w:szCs w:val="20"/>
        </w:rPr>
        <w:t>Thursday:</w:t>
      </w:r>
      <w:r w:rsidRPr="00C40F52">
        <w:rPr>
          <w:rFonts w:ascii="Andalus" w:hAnsi="Andalus" w:cs="Andalus"/>
          <w:sz w:val="20"/>
          <w:szCs w:val="20"/>
        </w:rPr>
        <w:t xml:space="preserve"> Complete the Completing the Sentences activity for the current vocab unit in the copybook. Include title, date, and answers. </w:t>
      </w:r>
    </w:p>
    <w:p w:rsidR="00EC2484" w:rsidRDefault="00EC2484" w:rsidP="00DD5B67">
      <w:pPr>
        <w:spacing w:after="0"/>
        <w:contextualSpacing/>
        <w:rPr>
          <w:rFonts w:ascii="Palatino Linotype" w:hAnsi="Palatino Linotype"/>
        </w:rPr>
      </w:pPr>
      <w:r w:rsidRPr="00C40F52">
        <w:rPr>
          <w:rFonts w:ascii="Andalus" w:hAnsi="Andalus" w:cs="Andalus"/>
          <w:sz w:val="20"/>
          <w:szCs w:val="20"/>
        </w:rPr>
        <w:tab/>
      </w:r>
      <w:r w:rsidRPr="00C40F52">
        <w:rPr>
          <w:rFonts w:ascii="Andalus" w:hAnsi="Andalus" w:cs="Andalus"/>
          <w:sz w:val="20"/>
          <w:szCs w:val="20"/>
        </w:rPr>
        <w:tab/>
      </w:r>
      <w:r w:rsidRPr="00C40F52">
        <w:rPr>
          <w:rFonts w:ascii="Palatino Linotype" w:hAnsi="Palatino Linotype"/>
          <w:sz w:val="20"/>
          <w:szCs w:val="20"/>
        </w:rPr>
        <w:tab/>
      </w:r>
      <w:r w:rsidRPr="00C40F52"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</w:p>
    <w:p w:rsidR="00EC2484" w:rsidRDefault="00EC2484" w:rsidP="00DD5B67">
      <w:pPr>
        <w:spacing w:after="0"/>
        <w:contextualSpacing/>
        <w:rPr>
          <w:rFonts w:ascii="Palatino Linotype" w:hAnsi="Palatino Linotype"/>
        </w:rPr>
      </w:pPr>
    </w:p>
    <w:p w:rsidR="00EC2484" w:rsidRPr="00D95E33" w:rsidRDefault="00EC2484" w:rsidP="00C40F52">
      <w:pPr>
        <w:spacing w:after="0"/>
        <w:contextualSpacing/>
        <w:jc w:val="center"/>
        <w:rPr>
          <w:rFonts w:ascii="Palatino Linotype" w:hAnsi="Palatino Linotype"/>
          <w:sz w:val="22"/>
        </w:rPr>
      </w:pPr>
      <w:r w:rsidRPr="00D95E33">
        <w:rPr>
          <w:rFonts w:ascii="Palatino Linotype" w:hAnsi="Palatino Linotype"/>
          <w:sz w:val="22"/>
        </w:rPr>
        <w:t>***Please trim the edges of this sheet and tape to the inside of the cover of your copybook</w:t>
      </w:r>
      <w:r>
        <w:rPr>
          <w:rFonts w:ascii="Palatino Linotype" w:hAnsi="Palatino Linotype"/>
          <w:sz w:val="22"/>
        </w:rPr>
        <w:t xml:space="preserve"> (you may cut this comment off when you do so)</w:t>
      </w:r>
      <w:r w:rsidRPr="00D95E33">
        <w:rPr>
          <w:rFonts w:ascii="Palatino Linotype" w:hAnsi="Palatino Linotype"/>
          <w:sz w:val="22"/>
        </w:rPr>
        <w:t>***</w:t>
      </w:r>
    </w:p>
    <w:sectPr w:rsidR="00EC2484" w:rsidRPr="00D95E33" w:rsidSect="00C444F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484" w:rsidRDefault="00EC2484" w:rsidP="00DD5B67">
      <w:pPr>
        <w:spacing w:after="0"/>
      </w:pPr>
      <w:r>
        <w:separator/>
      </w:r>
    </w:p>
  </w:endnote>
  <w:endnote w:type="continuationSeparator" w:id="0">
    <w:p w:rsidR="00EC2484" w:rsidRDefault="00EC2484" w:rsidP="00DD5B6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484" w:rsidRDefault="00EC2484" w:rsidP="00DD5B67">
      <w:pPr>
        <w:spacing w:after="0"/>
      </w:pPr>
      <w:r>
        <w:separator/>
      </w:r>
    </w:p>
  </w:footnote>
  <w:footnote w:type="continuationSeparator" w:id="0">
    <w:p w:rsidR="00EC2484" w:rsidRDefault="00EC2484" w:rsidP="00DD5B6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484" w:rsidRPr="00283741" w:rsidRDefault="00EC2484" w:rsidP="00AC2494">
    <w:pPr>
      <w:pStyle w:val="Header"/>
      <w:tabs>
        <w:tab w:val="clear" w:pos="4680"/>
      </w:tabs>
      <w:rPr>
        <w:rFonts w:ascii="Palatino Linotype" w:hAnsi="Palatino Linotype"/>
      </w:rPr>
    </w:pPr>
    <w:r w:rsidRPr="00283741">
      <w:rPr>
        <w:rFonts w:ascii="Palatino Linotype" w:hAnsi="Palatino Linotype"/>
        <w:color w:val="4F81BD"/>
        <w:szCs w:val="24"/>
      </w:rPr>
      <w:t>Ms. O’Halloran</w:t>
    </w:r>
    <w:r w:rsidRPr="00283741">
      <w:rPr>
        <w:rFonts w:ascii="Palatino Linotype" w:hAnsi="Palatino Linotype"/>
        <w:szCs w:val="24"/>
      </w:rPr>
      <w:tab/>
    </w:r>
    <w:r w:rsidRPr="00283741">
      <w:rPr>
        <w:rFonts w:ascii="Palatino Linotype" w:hAnsi="Palatino Linotype"/>
        <w:color w:val="4F81BD"/>
        <w:szCs w:val="24"/>
      </w:rPr>
      <w:t>Copybook Guidelines: All Classes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3C31"/>
    <w:multiLevelType w:val="hybridMultilevel"/>
    <w:tmpl w:val="6256E9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E4407D"/>
    <w:multiLevelType w:val="hybridMultilevel"/>
    <w:tmpl w:val="95AC7E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2C78FB"/>
    <w:multiLevelType w:val="hybridMultilevel"/>
    <w:tmpl w:val="28BC2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D8587A"/>
    <w:multiLevelType w:val="hybridMultilevel"/>
    <w:tmpl w:val="61ECF9C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1EC18E0"/>
    <w:multiLevelType w:val="hybridMultilevel"/>
    <w:tmpl w:val="1AACB4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4A1E1A"/>
    <w:multiLevelType w:val="hybridMultilevel"/>
    <w:tmpl w:val="A2367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76D07F8"/>
    <w:multiLevelType w:val="hybridMultilevel"/>
    <w:tmpl w:val="BEC87A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E3E7ED5"/>
    <w:multiLevelType w:val="hybridMultilevel"/>
    <w:tmpl w:val="FD868B4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B67"/>
    <w:rsid w:val="00077EC6"/>
    <w:rsid w:val="00140612"/>
    <w:rsid w:val="00283741"/>
    <w:rsid w:val="003529AE"/>
    <w:rsid w:val="005B0C0E"/>
    <w:rsid w:val="006112D1"/>
    <w:rsid w:val="007A5FF0"/>
    <w:rsid w:val="009864B2"/>
    <w:rsid w:val="009C455A"/>
    <w:rsid w:val="00AC2494"/>
    <w:rsid w:val="00C40F52"/>
    <w:rsid w:val="00C444F8"/>
    <w:rsid w:val="00D95E33"/>
    <w:rsid w:val="00DA22F0"/>
    <w:rsid w:val="00DD5B67"/>
    <w:rsid w:val="00E54117"/>
    <w:rsid w:val="00EC2484"/>
    <w:rsid w:val="00EC6A25"/>
    <w:rsid w:val="00ED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4F8"/>
    <w:pPr>
      <w:spacing w:after="200"/>
      <w:ind w:left="720" w:hanging="360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5B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5B6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D5B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D5B6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D5B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5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D5B67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1</Pages>
  <Words>327</Words>
  <Characters>1870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Ms. O’Halloran</dc:title>
  <dc:subject/>
  <dc:creator>Meg</dc:creator>
  <cp:keywords/>
  <dc:description/>
  <cp:lastModifiedBy>generic</cp:lastModifiedBy>
  <cp:revision>5</cp:revision>
  <dcterms:created xsi:type="dcterms:W3CDTF">2010-08-25T15:00:00Z</dcterms:created>
  <dcterms:modified xsi:type="dcterms:W3CDTF">2010-08-30T18:32:00Z</dcterms:modified>
</cp:coreProperties>
</file>